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9"/>
        <w:gridCol w:w="1701"/>
      </w:tblGrid>
      <w:tr w:rsidR="00F2757E" w:rsidTr="00F2757E">
        <w:trPr>
          <w:trHeight w:val="2197"/>
        </w:trPr>
        <w:tc>
          <w:tcPr>
            <w:tcW w:w="8647" w:type="dxa"/>
            <w:hideMark/>
          </w:tcPr>
          <w:p w:rsidR="00F2757E" w:rsidRDefault="00F2757E" w:rsidP="003437FA">
            <w:r>
              <w:t xml:space="preserve">Til </w:t>
            </w:r>
            <w:r w:rsidR="003437FA">
              <w:t>hørings</w:t>
            </w:r>
            <w:bookmarkStart w:id="0" w:name="_GoBack"/>
            <w:bookmarkEnd w:id="0"/>
            <w:r w:rsidR="003437FA">
              <w:t>parterne på vedlagte høringsliste</w:t>
            </w:r>
          </w:p>
        </w:tc>
        <w:tc>
          <w:tcPr>
            <w:tcW w:w="1701" w:type="dxa"/>
            <w:hideMark/>
          </w:tcPr>
          <w:p w:rsidR="00F2757E" w:rsidRDefault="00F2757E" w:rsidP="00F2757E">
            <w:pPr>
              <w:pStyle w:val="Template-Adresse"/>
              <w:tabs>
                <w:tab w:val="left" w:pos="709"/>
              </w:tabs>
            </w:pPr>
          </w:p>
        </w:tc>
      </w:tr>
    </w:tbl>
    <w:p w:rsidR="00F2757E" w:rsidRDefault="00F2757E" w:rsidP="00F2757E">
      <w:pPr>
        <w:pStyle w:val="Normal-medluft"/>
        <w:rPr>
          <w:b/>
        </w:rPr>
      </w:pPr>
    </w:p>
    <w:p w:rsidR="00563028" w:rsidRDefault="00563028" w:rsidP="00563028">
      <w:pPr>
        <w:pStyle w:val="Normal-medluft"/>
        <w:rPr>
          <w:b/>
        </w:rPr>
      </w:pPr>
      <w:r>
        <w:rPr>
          <w:b/>
        </w:rPr>
        <w:t>Høring over udkast til bekendtgørelse om Trafik-, Bygge- og Boligstyrelsens opgaver og beføjelser samt klageadgang på boligområdet.</w:t>
      </w:r>
    </w:p>
    <w:p w:rsidR="00AF68BF" w:rsidRDefault="00563028" w:rsidP="00563028">
      <w:pPr>
        <w:pStyle w:val="Sluthilsen1"/>
        <w:spacing w:before="0" w:line="240" w:lineRule="auto"/>
      </w:pPr>
      <w:r>
        <w:t>Transport- og Boligministeriet sender hermed udkast til bekendtgørelse om</w:t>
      </w:r>
      <w:r w:rsidRPr="00563028">
        <w:t xml:space="preserve"> </w:t>
      </w:r>
      <w:r>
        <w:t>Trafik-, Bygge- og Boligstyrelsens opgaver og beføjelser samt klageadgang på boligområdet i høring.</w:t>
      </w:r>
      <w:r>
        <w:br/>
      </w:r>
      <w:r>
        <w:br/>
        <w:t>De væsentligste ændringer er</w:t>
      </w:r>
      <w:r w:rsidR="00AF68BF">
        <w:t>:</w:t>
      </w:r>
    </w:p>
    <w:p w:rsidR="00AF68BF" w:rsidRDefault="00AF68BF" w:rsidP="00563028">
      <w:pPr>
        <w:pStyle w:val="Sluthilsen1"/>
        <w:spacing w:before="0" w:line="240" w:lineRule="auto"/>
      </w:pPr>
    </w:p>
    <w:p w:rsidR="00AF68BF" w:rsidRPr="0046437D" w:rsidRDefault="0036075E" w:rsidP="00AF68BF">
      <w:pPr>
        <w:pStyle w:val="Sluthilsen1"/>
        <w:numPr>
          <w:ilvl w:val="0"/>
          <w:numId w:val="7"/>
        </w:numPr>
        <w:spacing w:before="0" w:line="240" w:lineRule="auto"/>
        <w:rPr>
          <w:color w:val="FF0000"/>
        </w:rPr>
      </w:pPr>
      <w:r>
        <w:t>Den juridiske del af l</w:t>
      </w:r>
      <w:r w:rsidR="00563028">
        <w:t xml:space="preserve">ejelovsområdet er </w:t>
      </w:r>
      <w:r w:rsidR="00AF68BF">
        <w:t xml:space="preserve">som helhed </w:t>
      </w:r>
      <w:r w:rsidR="00563028">
        <w:t xml:space="preserve">flyttet fra styrelsen til departementet. </w:t>
      </w:r>
    </w:p>
    <w:p w:rsidR="0046437D" w:rsidRPr="00AF68BF" w:rsidRDefault="0046437D" w:rsidP="0046437D">
      <w:pPr>
        <w:pStyle w:val="Sluthilsen1"/>
        <w:spacing w:before="0" w:line="240" w:lineRule="auto"/>
        <w:ind w:left="720"/>
        <w:rPr>
          <w:color w:val="FF0000"/>
        </w:rPr>
      </w:pPr>
    </w:p>
    <w:p w:rsidR="00AF68BF" w:rsidRPr="0046437D" w:rsidRDefault="0046437D" w:rsidP="00AF68BF">
      <w:pPr>
        <w:pStyle w:val="Sluthilsen1"/>
        <w:numPr>
          <w:ilvl w:val="0"/>
          <w:numId w:val="7"/>
        </w:numPr>
        <w:spacing w:before="0" w:line="240" w:lineRule="auto"/>
        <w:rPr>
          <w:color w:val="FF0000"/>
        </w:rPr>
      </w:pPr>
      <w:r>
        <w:t>Byfornyelsesområdet er delt mellem styrelsen og departementet. Styrelsen varetager områdefornyelser og byfornyelsesforsøgene, samt udmelder årets landsbyfornyelsesramme. Ligeledes varetager styrelsen regnskaber og indberetning til BOSSINF.</w:t>
      </w:r>
    </w:p>
    <w:p w:rsidR="0046437D" w:rsidRPr="00AF68BF" w:rsidRDefault="0046437D" w:rsidP="0046437D">
      <w:pPr>
        <w:pStyle w:val="Sluthilsen1"/>
        <w:spacing w:before="0" w:line="240" w:lineRule="auto"/>
        <w:rPr>
          <w:color w:val="FF0000"/>
        </w:rPr>
      </w:pPr>
    </w:p>
    <w:p w:rsidR="00AF68BF" w:rsidRPr="0046437D" w:rsidRDefault="00AF68BF" w:rsidP="00AF68BF">
      <w:pPr>
        <w:pStyle w:val="Sluthilsen1"/>
        <w:numPr>
          <w:ilvl w:val="0"/>
          <w:numId w:val="7"/>
        </w:numPr>
        <w:spacing w:before="0" w:line="240" w:lineRule="auto"/>
        <w:rPr>
          <w:color w:val="FF0000"/>
        </w:rPr>
      </w:pPr>
      <w:r>
        <w:t>E</w:t>
      </w:r>
      <w:r w:rsidR="0046437D">
        <w:t>jerlejlighedsloven</w:t>
      </w:r>
      <w:r w:rsidR="00563028">
        <w:t xml:space="preserve"> og andelsbolig</w:t>
      </w:r>
      <w:r w:rsidR="0046437D">
        <w:t>loven</w:t>
      </w:r>
      <w:r w:rsidR="00563028">
        <w:t xml:space="preserve"> er ressortoverført fra Erhvervsstyrelsen til</w:t>
      </w:r>
      <w:r>
        <w:t xml:space="preserve"> Transport- og Boligministeriet</w:t>
      </w:r>
      <w:r w:rsidR="0046437D">
        <w:t xml:space="preserve">. </w:t>
      </w:r>
    </w:p>
    <w:p w:rsidR="0046437D" w:rsidRPr="00AF68BF" w:rsidRDefault="0046437D" w:rsidP="0046437D">
      <w:pPr>
        <w:pStyle w:val="Sluthilsen1"/>
        <w:spacing w:before="0" w:line="240" w:lineRule="auto"/>
        <w:rPr>
          <w:color w:val="FF0000"/>
        </w:rPr>
      </w:pPr>
    </w:p>
    <w:p w:rsidR="00563028" w:rsidRDefault="0046437D" w:rsidP="00AF68BF">
      <w:pPr>
        <w:pStyle w:val="Sluthilsen1"/>
        <w:numPr>
          <w:ilvl w:val="0"/>
          <w:numId w:val="7"/>
        </w:numPr>
        <w:spacing w:before="0" w:line="240" w:lineRule="auto"/>
        <w:rPr>
          <w:color w:val="FF0000"/>
        </w:rPr>
      </w:pPr>
      <w:r>
        <w:t>Der er foretaget en opdatering af delegationen på det almene boligområde.</w:t>
      </w:r>
      <w:r w:rsidR="00563028">
        <w:rPr>
          <w:color w:val="FF0000"/>
        </w:rPr>
        <w:br/>
      </w:r>
    </w:p>
    <w:p w:rsidR="0046437D" w:rsidRDefault="0046437D" w:rsidP="00563028">
      <w:pPr>
        <w:pStyle w:val="Sluthilsen1"/>
        <w:spacing w:before="0" w:line="240" w:lineRule="auto"/>
      </w:pPr>
    </w:p>
    <w:p w:rsidR="00563028" w:rsidRDefault="00563028" w:rsidP="00563028">
      <w:pPr>
        <w:pStyle w:val="Sluthilsen1"/>
        <w:spacing w:before="0" w:line="240" w:lineRule="auto"/>
      </w:pPr>
      <w:r>
        <w:t xml:space="preserve">Høringsmaterialet, herunder indkommende høringssvar, vil blive gjort tilgængeligt på </w:t>
      </w:r>
      <w:hyperlink r:id="rId8" w:history="1">
        <w:r>
          <w:rPr>
            <w:rStyle w:val="Hyperlink"/>
          </w:rPr>
          <w:t>www.høringsportalen.dk</w:t>
        </w:r>
      </w:hyperlink>
      <w:r>
        <w:t xml:space="preserve">. </w:t>
      </w:r>
      <w:r>
        <w:br/>
      </w:r>
    </w:p>
    <w:p w:rsidR="00563028" w:rsidRDefault="00563028" w:rsidP="00563028">
      <w:pPr>
        <w:pStyle w:val="Sluthilsen1"/>
        <w:spacing w:before="0" w:line="240" w:lineRule="auto"/>
      </w:pPr>
      <w:r>
        <w:t xml:space="preserve">Transport- og Boligministeriet skal venligst bede om eventuelle bemærkninger </w:t>
      </w:r>
      <w:r>
        <w:rPr>
          <w:b/>
        </w:rPr>
        <w:t xml:space="preserve">senest den </w:t>
      </w:r>
      <w:r w:rsidR="00BA1B9F">
        <w:rPr>
          <w:b/>
        </w:rPr>
        <w:t>21</w:t>
      </w:r>
      <w:r w:rsidR="0036075E">
        <w:rPr>
          <w:b/>
        </w:rPr>
        <w:t xml:space="preserve">. april </w:t>
      </w:r>
      <w:r w:rsidR="0075129D">
        <w:rPr>
          <w:b/>
        </w:rPr>
        <w:t>2020.</w:t>
      </w:r>
      <w:r>
        <w:rPr>
          <w:color w:val="FF0000"/>
        </w:rPr>
        <w:br/>
      </w:r>
    </w:p>
    <w:p w:rsidR="00563028" w:rsidRPr="00563028" w:rsidRDefault="00563028" w:rsidP="00563028">
      <w:pPr>
        <w:pStyle w:val="Sluthilsen1"/>
        <w:spacing w:before="0" w:line="240" w:lineRule="auto"/>
        <w:rPr>
          <w:color w:val="FF0000"/>
        </w:rPr>
      </w:pPr>
      <w:r>
        <w:t xml:space="preserve">Høringssvar bedes sendt til </w:t>
      </w:r>
      <w:hyperlink r:id="rId9" w:history="1">
        <w:r w:rsidR="00F369ED" w:rsidRPr="0079210F">
          <w:rPr>
            <w:rStyle w:val="Hyperlink"/>
          </w:rPr>
          <w:t>trm@trm.dk</w:t>
        </w:r>
      </w:hyperlink>
      <w:r w:rsidR="00F369ED">
        <w:t xml:space="preserve"> </w:t>
      </w:r>
      <w:r>
        <w:t>med henvisning til 2020-1650.</w:t>
      </w:r>
      <w:r>
        <w:br/>
      </w:r>
    </w:p>
    <w:p w:rsidR="00563028" w:rsidRDefault="00563028" w:rsidP="00563028">
      <w:pPr>
        <w:pStyle w:val="Sluthilsen1"/>
        <w:spacing w:before="0" w:line="240" w:lineRule="auto"/>
      </w:pPr>
      <w:r>
        <w:t xml:space="preserve">Spørgsmål vedrørende høringen kan stilles til Malene Bønding Oelrich på mail </w:t>
      </w:r>
      <w:hyperlink r:id="rId10" w:history="1">
        <w:r w:rsidRPr="00932ECF">
          <w:rPr>
            <w:rStyle w:val="Hyperlink"/>
          </w:rPr>
          <w:t>mbo@trm.dk</w:t>
        </w:r>
      </w:hyperlink>
      <w:r>
        <w:t xml:space="preserve"> eller på telefon</w:t>
      </w:r>
      <w:r>
        <w:rPr>
          <w:szCs w:val="21"/>
        </w:rPr>
        <w:t xml:space="preserve"> </w:t>
      </w:r>
      <w:r>
        <w:rPr>
          <w:rFonts w:eastAsiaTheme="minorEastAsia" w:cs="Arial"/>
          <w:noProof/>
          <w:szCs w:val="21"/>
          <w:lang w:eastAsia="da-DK"/>
        </w:rPr>
        <w:t>23 47 10 87</w:t>
      </w:r>
      <w:r>
        <w:rPr>
          <w:szCs w:val="21"/>
        </w:rPr>
        <w:t>.</w:t>
      </w:r>
      <w:r>
        <w:br/>
      </w:r>
      <w:r>
        <w:br/>
      </w:r>
    </w:p>
    <w:p w:rsidR="00563028" w:rsidRDefault="00563028" w:rsidP="00563028">
      <w:pPr>
        <w:pStyle w:val="Sluthilsen1"/>
        <w:spacing w:before="0" w:line="240" w:lineRule="auto"/>
      </w:pPr>
      <w:r>
        <w:t xml:space="preserve">Med </w:t>
      </w:r>
      <w:r>
        <w:rPr>
          <w:color w:val="auto"/>
        </w:rPr>
        <w:t xml:space="preserve">venlig </w:t>
      </w:r>
      <w:r>
        <w:t>hilsen</w:t>
      </w:r>
    </w:p>
    <w:p w:rsidR="00563028" w:rsidRPr="00563028" w:rsidRDefault="00563028" w:rsidP="00563028">
      <w:pPr>
        <w:pStyle w:val="Sluthilsen1"/>
        <w:rPr>
          <w:color w:val="auto"/>
        </w:rPr>
      </w:pPr>
      <w:r>
        <w:rPr>
          <w:color w:val="auto"/>
        </w:rPr>
        <w:t>Malene Bønding Oelrich</w:t>
      </w:r>
    </w:p>
    <w:sectPr w:rsidR="00563028" w:rsidRPr="00563028" w:rsidSect="00DA4A35">
      <w:headerReference w:type="default" r:id="rId11"/>
      <w:headerReference w:type="first" r:id="rId12"/>
      <w:pgSz w:w="11906" w:h="16838" w:code="9"/>
      <w:pgMar w:top="1134" w:right="1134" w:bottom="1134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93" w:rsidRDefault="00814793" w:rsidP="00A56EBB">
      <w:pPr>
        <w:spacing w:line="240" w:lineRule="auto"/>
      </w:pPr>
      <w:r>
        <w:separator/>
      </w:r>
    </w:p>
  </w:endnote>
  <w:endnote w:type="continuationSeparator" w:id="0">
    <w:p w:rsidR="00814793" w:rsidRDefault="0081479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93" w:rsidRDefault="00814793" w:rsidP="00A56EBB">
      <w:pPr>
        <w:spacing w:line="240" w:lineRule="auto"/>
      </w:pPr>
      <w:r>
        <w:separator/>
      </w:r>
    </w:p>
  </w:footnote>
  <w:footnote w:type="continuationSeparator" w:id="0">
    <w:p w:rsidR="00814793" w:rsidRDefault="0081479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52" w:rsidRPr="00334AE0" w:rsidRDefault="00F14AC7" w:rsidP="00941289">
    <w:pPr>
      <w:pStyle w:val="Sidehoved"/>
      <w:tabs>
        <w:tab w:val="clear" w:pos="4819"/>
        <w:tab w:val="clear" w:pos="9638"/>
      </w:tabs>
      <w:spacing w:before="280" w:after="1134"/>
    </w:pPr>
    <w:r w:rsidRPr="00F14AC7">
      <w:rPr>
        <w:noProof/>
        <w:lang w:eastAsia="da-DK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FA30E6C" wp14:editId="7D6D0751">
              <wp:simplePos x="0" y="0"/>
              <wp:positionH relativeFrom="page">
                <wp:align>right</wp:align>
              </wp:positionH>
              <wp:positionV relativeFrom="page">
                <wp:posOffset>1224280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4AC7" w:rsidRDefault="00F14AC7" w:rsidP="00F14AC7"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6302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63028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30E6C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90.55pt;margin-top:96.4pt;width:141.75pt;height:14.15pt;z-index:251667456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Nq7oRbeAAAACAEA&#10;AA8AAAAAAAAAAAAAAAAA0gQAAGRycy9kb3ducmV2LnhtbFBLBQYAAAAABAAEAPMAAADdBQAAAAA=&#10;" stroked="f">
              <v:textbox inset="0,0,0,0">
                <w:txbxContent>
                  <w:p w:rsidR="00F14AC7" w:rsidRDefault="00F14AC7" w:rsidP="00F14AC7"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6302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63028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Pr="00F14AC7">
      <w:rPr>
        <w:noProof/>
        <w:lang w:eastAsia="da-DK"/>
      </w:rPr>
      <w:drawing>
        <wp:anchor distT="0" distB="0" distL="114300" distR="114300" simplePos="0" relativeHeight="251668480" behindDoc="0" locked="0" layoutInCell="1" allowOverlap="1" wp14:anchorId="616EDA86" wp14:editId="74C23E90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52" w:rsidRPr="00F23417" w:rsidRDefault="00563028" w:rsidP="00941289">
    <w:pPr>
      <w:pStyle w:val="Sidehoved"/>
      <w:tabs>
        <w:tab w:val="clear" w:pos="4819"/>
        <w:tab w:val="clear" w:pos="9638"/>
      </w:tabs>
      <w:spacing w:before="280" w:after="1134"/>
    </w:pPr>
    <w:r>
      <w:rPr>
        <w:rFonts w:ascii="Times New Roman" w:eastAsiaTheme="minorHAnsi" w:hAnsi="Times New Roman" w:cs="Times New Roman"/>
        <w:noProof/>
        <w:color w:val="auto"/>
        <w:sz w:val="24"/>
        <w:szCs w:val="24"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5764696</wp:posOffset>
              </wp:positionH>
              <wp:positionV relativeFrom="page">
                <wp:posOffset>1152939</wp:posOffset>
              </wp:positionV>
              <wp:extent cx="1648460" cy="1765190"/>
              <wp:effectExtent l="0" t="0" r="8890" b="6985"/>
              <wp:wrapNone/>
              <wp:docPr id="3" name="Tekstfel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765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028" w:rsidRDefault="00563028" w:rsidP="00563028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563028" w:rsidRDefault="00563028" w:rsidP="00563028">
                          <w:pPr>
                            <w:spacing w:before="80"/>
                          </w:pP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 xml:space="preserve">Dato </w:t>
                          </w:r>
                          <w:r w:rsidR="0075129D">
                            <w:t>2</w:t>
                          </w:r>
                          <w:r w:rsidR="00811466">
                            <w:t>4</w:t>
                          </w:r>
                          <w:r w:rsidR="0075129D">
                            <w:t xml:space="preserve">. </w:t>
                          </w:r>
                          <w:r w:rsidR="00811466">
                            <w:t>marts</w:t>
                          </w:r>
                          <w:r w:rsidR="0075129D">
                            <w:t xml:space="preserve"> 2020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</w:pPr>
                          <w:r>
                            <w:t>J. nr. 2020-1650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Transport- og Boligministeriet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</w:pP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563028" w:rsidRDefault="00563028" w:rsidP="00563028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7" type="#_x0000_t202" style="position:absolute;margin-left:453.9pt;margin-top:90.8pt;width:129.8pt;height:13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" filled="f" stroked="f">
              <v:textbox inset="0,0,0,0">
                <w:txbxContent>
                  <w:p w:rsidR="00563028" w:rsidRDefault="00563028" w:rsidP="00563028">
                    <w:pPr>
                      <w:pStyle w:val="Normal-Afdeling"/>
                    </w:pPr>
                    <w:r>
                      <w:t>DEPARTeMENTET</w:t>
                    </w:r>
                  </w:p>
                  <w:p w:rsidR="00563028" w:rsidRDefault="00563028" w:rsidP="00563028">
                    <w:pPr>
                      <w:spacing w:before="80"/>
                    </w:pP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 xml:space="preserve">Dato </w:t>
                    </w:r>
                    <w:r w:rsidR="0075129D">
                      <w:t>2</w:t>
                    </w:r>
                    <w:r w:rsidR="00811466">
                      <w:t>4</w:t>
                    </w:r>
                    <w:r w:rsidR="0075129D">
                      <w:t xml:space="preserve">. </w:t>
                    </w:r>
                    <w:r w:rsidR="00811466">
                      <w:t>marts</w:t>
                    </w:r>
                    <w:r w:rsidR="0075129D">
                      <w:t xml:space="preserve"> 2020</w:t>
                    </w:r>
                  </w:p>
                  <w:p w:rsidR="00563028" w:rsidRDefault="00563028" w:rsidP="00563028">
                    <w:pPr>
                      <w:pStyle w:val="Template-Adresse"/>
                    </w:pPr>
                    <w:r>
                      <w:t>J. nr. 2020-1650</w:t>
                    </w: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Transport- og Boligministeriet</w:t>
                    </w:r>
                  </w:p>
                  <w:p w:rsidR="00563028" w:rsidRDefault="00563028" w:rsidP="00563028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563028" w:rsidRDefault="00563028" w:rsidP="00563028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563028" w:rsidRDefault="00563028" w:rsidP="00563028">
                    <w:pPr>
                      <w:pStyle w:val="Template-Adresse"/>
                    </w:pP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563028" w:rsidRDefault="00563028" w:rsidP="00563028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14AC7">
      <w:rPr>
        <w:noProof/>
        <w:lang w:eastAsia="da-DK"/>
      </w:rPr>
      <w:drawing>
        <wp:anchor distT="0" distB="0" distL="114300" distR="114300" simplePos="0" relativeHeight="251665408" behindDoc="0" locked="0" layoutInCell="1" allowOverlap="1" wp14:anchorId="752AB9F4" wp14:editId="032CC6E5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19200" cy="576000"/>
          <wp:effectExtent l="0" t="0" r="0" b="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CED3880"/>
    <w:multiLevelType w:val="hybridMultilevel"/>
    <w:tmpl w:val="65EA5D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8397A"/>
    <w:multiLevelType w:val="hybridMultilevel"/>
    <w:tmpl w:val="D90A06C2"/>
    <w:lvl w:ilvl="0" w:tplc="9A82D3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0E420F4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78B4FC9"/>
    <w:multiLevelType w:val="hybridMultilevel"/>
    <w:tmpl w:val="EAC2C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A4"/>
    <w:rsid w:val="0004396B"/>
    <w:rsid w:val="0004579E"/>
    <w:rsid w:val="00074C6C"/>
    <w:rsid w:val="0016091F"/>
    <w:rsid w:val="001A1309"/>
    <w:rsid w:val="001B47A0"/>
    <w:rsid w:val="002830CB"/>
    <w:rsid w:val="00292935"/>
    <w:rsid w:val="002F33A6"/>
    <w:rsid w:val="00334AE0"/>
    <w:rsid w:val="00343359"/>
    <w:rsid w:val="003437FA"/>
    <w:rsid w:val="0036075E"/>
    <w:rsid w:val="0046437D"/>
    <w:rsid w:val="0049126D"/>
    <w:rsid w:val="004A049C"/>
    <w:rsid w:val="00563028"/>
    <w:rsid w:val="00590923"/>
    <w:rsid w:val="005D173D"/>
    <w:rsid w:val="00616D97"/>
    <w:rsid w:val="00664A03"/>
    <w:rsid w:val="006A0C87"/>
    <w:rsid w:val="0075129D"/>
    <w:rsid w:val="00766FAD"/>
    <w:rsid w:val="00811466"/>
    <w:rsid w:val="00814793"/>
    <w:rsid w:val="00892E2C"/>
    <w:rsid w:val="008B2837"/>
    <w:rsid w:val="008E23B8"/>
    <w:rsid w:val="0090472D"/>
    <w:rsid w:val="00941289"/>
    <w:rsid w:val="00A34F21"/>
    <w:rsid w:val="00A56EBB"/>
    <w:rsid w:val="00A94FA4"/>
    <w:rsid w:val="00AF68BF"/>
    <w:rsid w:val="00AF7438"/>
    <w:rsid w:val="00B41386"/>
    <w:rsid w:val="00BA1B9F"/>
    <w:rsid w:val="00C242B1"/>
    <w:rsid w:val="00C65252"/>
    <w:rsid w:val="00C8151A"/>
    <w:rsid w:val="00C8170C"/>
    <w:rsid w:val="00CA2D1B"/>
    <w:rsid w:val="00D22DFC"/>
    <w:rsid w:val="00DA4A35"/>
    <w:rsid w:val="00DF1B97"/>
    <w:rsid w:val="00EA2DFA"/>
    <w:rsid w:val="00F05C95"/>
    <w:rsid w:val="00F14AC7"/>
    <w:rsid w:val="00F23417"/>
    <w:rsid w:val="00F2757E"/>
    <w:rsid w:val="00F369ED"/>
    <w:rsid w:val="00F66645"/>
    <w:rsid w:val="00FB44AD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D16D9D"/>
  <w15:docId w15:val="{738C34BA-2DF6-49D7-B19A-291C5702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57E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E23B8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8E23B8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8E23B8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4A049C"/>
    <w:rPr>
      <w:caps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bo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m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\AppData\Local\cBrain\F2\.tmp\48af5aeadbce41ecad57f32d7f591034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20062-B004-4773-8A5F-C7D8CEE2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48af5aeadbce41ecad57f32d7f591034.dotx</Template>
  <TotalTime>8</TotalTime>
  <Pages>1</Pages>
  <Words>208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Malene Bønding Oelrich</dc:creator>
  <cp:lastModifiedBy>TRM Malene Bønding Oelrich</cp:lastModifiedBy>
  <cp:revision>6</cp:revision>
  <dcterms:created xsi:type="dcterms:W3CDTF">2020-03-24T07:44:00Z</dcterms:created>
  <dcterms:modified xsi:type="dcterms:W3CDTF">2020-03-24T08:06:00Z</dcterms:modified>
</cp:coreProperties>
</file>